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33634D-0456-4971-9DA7-15A4DF4325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